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1622AE4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D2BF2">
        <w:rPr>
          <w:rFonts w:ascii="Corbel" w:hAnsi="Corbel"/>
          <w:i/>
          <w:smallCaps/>
          <w:sz w:val="24"/>
          <w:szCs w:val="24"/>
        </w:rPr>
        <w:t xml:space="preserve">2019 – 2024 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4F2FF0E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A5B90">
        <w:rPr>
          <w:rFonts w:ascii="Corbel" w:hAnsi="Corbel"/>
          <w:sz w:val="20"/>
          <w:szCs w:val="20"/>
        </w:rPr>
        <w:t>2021/2022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5282D1B" w14:textId="3672B55E" w:rsidR="0085747A" w:rsidRPr="009C54AE" w:rsidRDefault="00FA2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4AFB3EF" w14:textId="2F00380A" w:rsidR="0085747A" w:rsidRPr="009C54AE" w:rsidRDefault="00FA2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29CC0859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15AF891C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46F102FA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1696E953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6EAE7BF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6DA380EF" w:rsidR="0085747A" w:rsidRPr="009C54AE" w:rsidRDefault="0074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723EEE49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3AE4810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9106AE6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C27B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EAF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ro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rzygotowanie do kontaktu z dziećmi, w trakcie procesu nauczania i wychowania oraz do dostrzegania, rozumienia i rozwiązywania podstawowych problemów zwi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75E1C0A9" w:rsidR="0085747A" w:rsidRPr="00E522C2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70A8FBB1" w:rsidR="0085747A" w:rsidRPr="00E522C2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ściami rozwojowymi</w:t>
            </w:r>
          </w:p>
        </w:tc>
        <w:tc>
          <w:tcPr>
            <w:tcW w:w="1873" w:type="dxa"/>
          </w:tcPr>
          <w:p w14:paraId="45E8AE36" w14:textId="77777777" w:rsidR="002230CF" w:rsidRDefault="002230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1DCCAF83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5075F1F5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wań wychowawczych</w:t>
            </w:r>
          </w:p>
        </w:tc>
        <w:tc>
          <w:tcPr>
            <w:tcW w:w="1873" w:type="dxa"/>
          </w:tcPr>
          <w:p w14:paraId="7BB5B92D" w14:textId="22F15CB3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</w:t>
            </w:r>
            <w:r w:rsidRPr="000D220E">
              <w:rPr>
                <w:rFonts w:ascii="Corbel" w:hAnsi="Corbel"/>
                <w:sz w:val="24"/>
                <w:szCs w:val="24"/>
              </w:rPr>
              <w:t>o</w:t>
            </w:r>
            <w:r w:rsidRPr="000D220E">
              <w:rPr>
                <w:rFonts w:ascii="Corbel" w:hAnsi="Corbel"/>
                <w:sz w:val="24"/>
                <w:szCs w:val="24"/>
              </w:rPr>
              <w:t>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65E1EB47" w14:textId="57D014C7" w:rsidR="0085747A" w:rsidRPr="009C54AE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10B60DC6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3E7445">
              <w:rPr>
                <w:rFonts w:ascii="Corbel" w:hAnsi="Corbel"/>
                <w:sz w:val="24"/>
                <w:szCs w:val="24"/>
              </w:rPr>
              <w:t>n</w:t>
            </w:r>
            <w:r w:rsidRPr="003E7445">
              <w:rPr>
                <w:rFonts w:ascii="Corbel" w:hAnsi="Corbel"/>
                <w:sz w:val="24"/>
                <w:szCs w:val="24"/>
              </w:rPr>
              <w:t>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</w:t>
            </w:r>
            <w:r w:rsidR="00263C19">
              <w:rPr>
                <w:rFonts w:ascii="Corbel" w:hAnsi="Corbel"/>
                <w:sz w:val="24"/>
                <w:szCs w:val="24"/>
              </w:rPr>
              <w:t>o</w:t>
            </w:r>
            <w:r w:rsidR="00263C19">
              <w:rPr>
                <w:rFonts w:ascii="Corbel" w:hAnsi="Corbel"/>
                <w:sz w:val="24"/>
                <w:szCs w:val="24"/>
              </w:rPr>
              <w:t>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548D46D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0A4100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6B200B05" w:rsidR="00C61DC5" w:rsidRPr="009C54AE" w:rsidRDefault="008C7868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CC978C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676C964B" w:rsidR="00D27893" w:rsidRPr="009C54AE" w:rsidRDefault="00FB7367" w:rsidP="00E522C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482A736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4BCE9FA6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50CF8C6E" w:rsidR="00E04CFB" w:rsidRDefault="00FB7367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454B2BBB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6FD9819E" w:rsidR="00E04CFB" w:rsidRPr="00E04CFB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66957" w14:textId="77777777" w:rsidR="00E24D4C" w:rsidRDefault="00E24D4C" w:rsidP="00C16ABF">
      <w:pPr>
        <w:spacing w:after="0" w:line="240" w:lineRule="auto"/>
      </w:pPr>
      <w:r>
        <w:separator/>
      </w:r>
    </w:p>
  </w:endnote>
  <w:endnote w:type="continuationSeparator" w:id="0">
    <w:p w14:paraId="37B500BF" w14:textId="77777777" w:rsidR="00E24D4C" w:rsidRDefault="00E24D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C3356" w14:textId="77777777" w:rsidR="00E24D4C" w:rsidRDefault="00E24D4C" w:rsidP="00C16ABF">
      <w:pPr>
        <w:spacing w:after="0" w:line="240" w:lineRule="auto"/>
      </w:pPr>
      <w:r>
        <w:separator/>
      </w:r>
    </w:p>
  </w:footnote>
  <w:footnote w:type="continuationSeparator" w:id="0">
    <w:p w14:paraId="52175D7A" w14:textId="77777777" w:rsidR="00E24D4C" w:rsidRDefault="00E24D4C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38515C"/>
    <w:multiLevelType w:val="hybridMultilevel"/>
    <w:tmpl w:val="11EAC3D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A4139"/>
    <w:multiLevelType w:val="hybridMultilevel"/>
    <w:tmpl w:val="B5CCE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B7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30F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24BFF"/>
    <w:rsid w:val="0012560E"/>
    <w:rsid w:val="00127108"/>
    <w:rsid w:val="00131936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4D2A"/>
    <w:rsid w:val="00176083"/>
    <w:rsid w:val="001770C7"/>
    <w:rsid w:val="001841D5"/>
    <w:rsid w:val="00192F37"/>
    <w:rsid w:val="001A70D2"/>
    <w:rsid w:val="001D657B"/>
    <w:rsid w:val="001D7B54"/>
    <w:rsid w:val="001E0209"/>
    <w:rsid w:val="001F2CA2"/>
    <w:rsid w:val="002144C0"/>
    <w:rsid w:val="00217D3B"/>
    <w:rsid w:val="002230CF"/>
    <w:rsid w:val="0022477D"/>
    <w:rsid w:val="002278A9"/>
    <w:rsid w:val="002336F9"/>
    <w:rsid w:val="0024028F"/>
    <w:rsid w:val="00244ABC"/>
    <w:rsid w:val="00247AC3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29A"/>
    <w:rsid w:val="00363F78"/>
    <w:rsid w:val="003846BF"/>
    <w:rsid w:val="00393321"/>
    <w:rsid w:val="003A0A5B"/>
    <w:rsid w:val="003A1176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88B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D2BF2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40C"/>
    <w:rsid w:val="00763BF1"/>
    <w:rsid w:val="00766FD4"/>
    <w:rsid w:val="0078168C"/>
    <w:rsid w:val="00787C2A"/>
    <w:rsid w:val="00790E27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29B8"/>
    <w:rsid w:val="008449B3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9A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E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A5B90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4D4C"/>
    <w:rsid w:val="00E25338"/>
    <w:rsid w:val="00E32E4D"/>
    <w:rsid w:val="00E51E44"/>
    <w:rsid w:val="00E522C2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EF652E"/>
    <w:rsid w:val="00F070AB"/>
    <w:rsid w:val="00F17567"/>
    <w:rsid w:val="00F27A7B"/>
    <w:rsid w:val="00F526AF"/>
    <w:rsid w:val="00F57329"/>
    <w:rsid w:val="00F617C3"/>
    <w:rsid w:val="00F7066B"/>
    <w:rsid w:val="00F83B28"/>
    <w:rsid w:val="00FA2C3D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B4021-3328-450C-9A72-99B69E2A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136</TotalTime>
  <Pages>1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2019-02-06T12:12:00Z</cp:lastPrinted>
  <dcterms:created xsi:type="dcterms:W3CDTF">2019-10-23T09:20:00Z</dcterms:created>
  <dcterms:modified xsi:type="dcterms:W3CDTF">2021-01-21T11:30:00Z</dcterms:modified>
</cp:coreProperties>
</file>